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F8E" w:rsidRDefault="00A15F8E" w:rsidP="00DE37D5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ЗАКОН УЛЬЯНОВСКОЙ ОБЛАСТИ</w:t>
      </w:r>
    </w:p>
    <w:p w:rsidR="00A15F8E" w:rsidRDefault="00A15F8E" w:rsidP="00DE37D5">
      <w:pPr>
        <w:autoSpaceDE w:val="0"/>
        <w:autoSpaceDN w:val="0"/>
        <w:adjustRightInd w:val="0"/>
        <w:jc w:val="center"/>
        <w:rPr>
          <w:b/>
        </w:rPr>
      </w:pPr>
    </w:p>
    <w:p w:rsidR="00A15F8E" w:rsidRDefault="00A15F8E" w:rsidP="00DE37D5">
      <w:pPr>
        <w:autoSpaceDE w:val="0"/>
        <w:autoSpaceDN w:val="0"/>
        <w:adjustRightInd w:val="0"/>
        <w:jc w:val="center"/>
        <w:rPr>
          <w:b/>
        </w:rPr>
      </w:pPr>
    </w:p>
    <w:p w:rsidR="00A15F8E" w:rsidRDefault="00A15F8E" w:rsidP="00DE37D5">
      <w:pPr>
        <w:autoSpaceDE w:val="0"/>
        <w:autoSpaceDN w:val="0"/>
        <w:adjustRightInd w:val="0"/>
        <w:jc w:val="center"/>
        <w:rPr>
          <w:b/>
        </w:rPr>
      </w:pPr>
    </w:p>
    <w:p w:rsidR="00A15F8E" w:rsidRDefault="00A15F8E" w:rsidP="00DE37D5">
      <w:pPr>
        <w:autoSpaceDE w:val="0"/>
        <w:autoSpaceDN w:val="0"/>
        <w:adjustRightInd w:val="0"/>
        <w:jc w:val="center"/>
        <w:rPr>
          <w:b/>
        </w:rPr>
      </w:pPr>
    </w:p>
    <w:p w:rsidR="00A15F8E" w:rsidRDefault="00A15F8E" w:rsidP="00DE37D5">
      <w:pPr>
        <w:autoSpaceDE w:val="0"/>
        <w:autoSpaceDN w:val="0"/>
        <w:adjustRightInd w:val="0"/>
        <w:jc w:val="center"/>
        <w:rPr>
          <w:b/>
        </w:rPr>
      </w:pPr>
    </w:p>
    <w:p w:rsidR="00A15F8E" w:rsidRDefault="00A15F8E" w:rsidP="00DE37D5">
      <w:pPr>
        <w:autoSpaceDE w:val="0"/>
        <w:autoSpaceDN w:val="0"/>
        <w:adjustRightInd w:val="0"/>
        <w:jc w:val="center"/>
        <w:rPr>
          <w:b/>
        </w:rPr>
      </w:pPr>
    </w:p>
    <w:p w:rsidR="00A15F8E" w:rsidRDefault="00A15F8E" w:rsidP="00DE37D5">
      <w:pPr>
        <w:autoSpaceDE w:val="0"/>
        <w:autoSpaceDN w:val="0"/>
        <w:adjustRightInd w:val="0"/>
        <w:jc w:val="center"/>
        <w:rPr>
          <w:b/>
        </w:rPr>
      </w:pPr>
    </w:p>
    <w:p w:rsidR="00A15F8E" w:rsidRDefault="00A15F8E" w:rsidP="00DE37D5">
      <w:pPr>
        <w:autoSpaceDE w:val="0"/>
        <w:autoSpaceDN w:val="0"/>
        <w:adjustRightInd w:val="0"/>
        <w:jc w:val="center"/>
        <w:rPr>
          <w:b/>
        </w:rPr>
      </w:pPr>
      <w:r w:rsidRPr="000B438B">
        <w:rPr>
          <w:b/>
        </w:rPr>
        <w:t xml:space="preserve">О внесении изменений в статью 2 Закона Ульяновской области </w:t>
      </w:r>
    </w:p>
    <w:p w:rsidR="00A15F8E" w:rsidRPr="000B438B" w:rsidRDefault="00A15F8E" w:rsidP="00DE37D5">
      <w:pPr>
        <w:autoSpaceDE w:val="0"/>
        <w:autoSpaceDN w:val="0"/>
        <w:adjustRightInd w:val="0"/>
        <w:jc w:val="center"/>
        <w:rPr>
          <w:b/>
          <w:szCs w:val="28"/>
        </w:rPr>
      </w:pPr>
      <w:r w:rsidRPr="000B438B">
        <w:rPr>
          <w:b/>
        </w:rPr>
        <w:t>«</w:t>
      </w:r>
      <w:r w:rsidRPr="000B438B">
        <w:rPr>
          <w:b/>
          <w:szCs w:val="28"/>
        </w:rPr>
        <w:t>О регулировании некоторых вопросов, связанных с осуществлением розничной продажи алкогольной продукции на территории Ульяновской области» и признании утратившим силу отдельного положения законодательного акта Ульяновской области</w:t>
      </w:r>
    </w:p>
    <w:p w:rsidR="00A15F8E" w:rsidRDefault="00A15F8E" w:rsidP="00F37735">
      <w:pPr>
        <w:autoSpaceDE w:val="0"/>
        <w:autoSpaceDN w:val="0"/>
        <w:adjustRightInd w:val="0"/>
        <w:jc w:val="both"/>
        <w:rPr>
          <w:szCs w:val="28"/>
        </w:rPr>
      </w:pPr>
    </w:p>
    <w:p w:rsidR="00A15F8E" w:rsidRDefault="00A15F8E" w:rsidP="00F37735">
      <w:pPr>
        <w:autoSpaceDE w:val="0"/>
        <w:autoSpaceDN w:val="0"/>
        <w:adjustRightInd w:val="0"/>
        <w:jc w:val="both"/>
        <w:rPr>
          <w:szCs w:val="28"/>
        </w:rPr>
      </w:pPr>
    </w:p>
    <w:p w:rsidR="00A15F8E" w:rsidRPr="00586C84" w:rsidRDefault="00A15F8E" w:rsidP="00F37735">
      <w:pPr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ab/>
        <w:t>Принят Законодательным Собранием Ульяновской области 24 января 2018 года</w:t>
      </w:r>
    </w:p>
    <w:p w:rsidR="00A15F8E" w:rsidRDefault="00A15F8E" w:rsidP="00DE37D5">
      <w:pPr>
        <w:autoSpaceDE w:val="0"/>
        <w:autoSpaceDN w:val="0"/>
        <w:adjustRightInd w:val="0"/>
        <w:ind w:firstLine="700"/>
        <w:jc w:val="both"/>
        <w:rPr>
          <w:szCs w:val="28"/>
        </w:rPr>
      </w:pPr>
    </w:p>
    <w:p w:rsidR="00A15F8E" w:rsidRDefault="00A15F8E" w:rsidP="00DE37D5">
      <w:pPr>
        <w:autoSpaceDE w:val="0"/>
        <w:autoSpaceDN w:val="0"/>
        <w:adjustRightInd w:val="0"/>
        <w:ind w:firstLine="700"/>
        <w:jc w:val="both"/>
        <w:rPr>
          <w:szCs w:val="28"/>
        </w:rPr>
      </w:pPr>
    </w:p>
    <w:p w:rsidR="00A15F8E" w:rsidRDefault="00A15F8E" w:rsidP="00DE37D5">
      <w:pPr>
        <w:autoSpaceDE w:val="0"/>
        <w:autoSpaceDN w:val="0"/>
        <w:adjustRightInd w:val="0"/>
        <w:ind w:firstLine="700"/>
        <w:jc w:val="both"/>
        <w:rPr>
          <w:szCs w:val="28"/>
        </w:rPr>
      </w:pPr>
    </w:p>
    <w:p w:rsidR="00A15F8E" w:rsidRPr="000B438B" w:rsidRDefault="00A15F8E" w:rsidP="00DE37D5">
      <w:pPr>
        <w:autoSpaceDE w:val="0"/>
        <w:autoSpaceDN w:val="0"/>
        <w:adjustRightInd w:val="0"/>
        <w:spacing w:line="360" w:lineRule="auto"/>
        <w:ind w:firstLine="697"/>
        <w:jc w:val="both"/>
        <w:rPr>
          <w:b/>
          <w:szCs w:val="28"/>
        </w:rPr>
      </w:pPr>
      <w:r w:rsidRPr="000B438B">
        <w:rPr>
          <w:b/>
          <w:szCs w:val="28"/>
        </w:rPr>
        <w:t>Статья 1</w:t>
      </w:r>
    </w:p>
    <w:p w:rsidR="00A15F8E" w:rsidRDefault="00A15F8E" w:rsidP="00DE37D5">
      <w:pPr>
        <w:autoSpaceDE w:val="0"/>
        <w:autoSpaceDN w:val="0"/>
        <w:adjustRightInd w:val="0"/>
        <w:spacing w:line="360" w:lineRule="auto"/>
        <w:ind w:firstLine="697"/>
        <w:jc w:val="both"/>
        <w:rPr>
          <w:szCs w:val="28"/>
        </w:rPr>
      </w:pPr>
    </w:p>
    <w:p w:rsidR="00A15F8E" w:rsidRDefault="00A15F8E" w:rsidP="00DE37D5">
      <w:pPr>
        <w:autoSpaceDE w:val="0"/>
        <w:autoSpaceDN w:val="0"/>
        <w:adjustRightInd w:val="0"/>
        <w:spacing w:line="360" w:lineRule="auto"/>
        <w:ind w:firstLine="697"/>
        <w:jc w:val="both"/>
        <w:rPr>
          <w:szCs w:val="28"/>
        </w:rPr>
      </w:pPr>
      <w:r>
        <w:rPr>
          <w:szCs w:val="28"/>
        </w:rPr>
        <w:t>Внести в статью 2 Закона Ульяновской области от 30 ноября 2011 года             № 220-ЗО «О регулировании некоторых вопросов, связанных с осуществлением розничной продажи алкогольной продукции на территории Ульяновской области» («Ульяновская правда» от 07.12.2011 № 138; от 06.04.2012 № 36; от 08.07.2013          № 73; от 09.06.2014 № 82-83; от 10.11.2014 № 163-164; от  10.11.2017 № 82-83) следующие изменения:</w:t>
      </w:r>
    </w:p>
    <w:p w:rsidR="00A15F8E" w:rsidRDefault="00A15F8E" w:rsidP="00DE37D5">
      <w:pPr>
        <w:autoSpaceDE w:val="0"/>
        <w:autoSpaceDN w:val="0"/>
        <w:adjustRightInd w:val="0"/>
        <w:spacing w:line="360" w:lineRule="auto"/>
        <w:ind w:firstLine="697"/>
        <w:jc w:val="both"/>
        <w:rPr>
          <w:szCs w:val="28"/>
        </w:rPr>
      </w:pPr>
      <w:r>
        <w:rPr>
          <w:szCs w:val="28"/>
        </w:rPr>
        <w:t>1) часть 1</w:t>
      </w:r>
      <w:r>
        <w:rPr>
          <w:szCs w:val="28"/>
          <w:vertAlign w:val="superscript"/>
        </w:rPr>
        <w:t>1</w:t>
      </w:r>
      <w:r>
        <w:rPr>
          <w:szCs w:val="28"/>
        </w:rPr>
        <w:t xml:space="preserve"> признать утратившей силу;</w:t>
      </w:r>
    </w:p>
    <w:p w:rsidR="00A15F8E" w:rsidRDefault="00A15F8E" w:rsidP="00DE37D5">
      <w:pPr>
        <w:autoSpaceDE w:val="0"/>
        <w:autoSpaceDN w:val="0"/>
        <w:adjustRightInd w:val="0"/>
        <w:spacing w:line="360" w:lineRule="auto"/>
        <w:ind w:firstLine="697"/>
        <w:jc w:val="both"/>
        <w:rPr>
          <w:szCs w:val="28"/>
        </w:rPr>
      </w:pPr>
      <w:r>
        <w:rPr>
          <w:szCs w:val="28"/>
        </w:rPr>
        <w:t>2) в абзаце первом части 2 слова «частями 1 и 1</w:t>
      </w:r>
      <w:r>
        <w:rPr>
          <w:szCs w:val="28"/>
          <w:vertAlign w:val="superscript"/>
        </w:rPr>
        <w:t>1</w:t>
      </w:r>
      <w:r>
        <w:rPr>
          <w:szCs w:val="28"/>
        </w:rPr>
        <w:t>» заменить словами  «частью 1».</w:t>
      </w:r>
    </w:p>
    <w:p w:rsidR="00A15F8E" w:rsidRDefault="00A15F8E" w:rsidP="00DE37D5">
      <w:pPr>
        <w:autoSpaceDE w:val="0"/>
        <w:autoSpaceDN w:val="0"/>
        <w:adjustRightInd w:val="0"/>
        <w:spacing w:line="360" w:lineRule="auto"/>
        <w:ind w:firstLine="697"/>
        <w:jc w:val="both"/>
        <w:rPr>
          <w:b/>
          <w:szCs w:val="28"/>
        </w:rPr>
      </w:pPr>
    </w:p>
    <w:p w:rsidR="00A15F8E" w:rsidRDefault="00A15F8E" w:rsidP="00DE37D5">
      <w:pPr>
        <w:autoSpaceDE w:val="0"/>
        <w:autoSpaceDN w:val="0"/>
        <w:adjustRightInd w:val="0"/>
        <w:spacing w:line="360" w:lineRule="auto"/>
        <w:ind w:firstLine="697"/>
        <w:jc w:val="both"/>
        <w:rPr>
          <w:b/>
          <w:szCs w:val="28"/>
        </w:rPr>
      </w:pPr>
    </w:p>
    <w:p w:rsidR="00A15F8E" w:rsidRPr="000B438B" w:rsidRDefault="00A15F8E" w:rsidP="00DE37D5">
      <w:pPr>
        <w:autoSpaceDE w:val="0"/>
        <w:autoSpaceDN w:val="0"/>
        <w:adjustRightInd w:val="0"/>
        <w:spacing w:line="360" w:lineRule="auto"/>
        <w:ind w:firstLine="697"/>
        <w:jc w:val="both"/>
        <w:rPr>
          <w:b/>
          <w:szCs w:val="28"/>
        </w:rPr>
      </w:pPr>
      <w:r w:rsidRPr="000B438B">
        <w:rPr>
          <w:b/>
          <w:szCs w:val="28"/>
        </w:rPr>
        <w:t>Статья 2</w:t>
      </w:r>
    </w:p>
    <w:p w:rsidR="00A15F8E" w:rsidRDefault="00A15F8E" w:rsidP="00DE37D5">
      <w:pPr>
        <w:autoSpaceDE w:val="0"/>
        <w:autoSpaceDN w:val="0"/>
        <w:adjustRightInd w:val="0"/>
        <w:spacing w:line="360" w:lineRule="auto"/>
        <w:ind w:firstLine="697"/>
        <w:jc w:val="both"/>
        <w:rPr>
          <w:szCs w:val="28"/>
        </w:rPr>
      </w:pPr>
    </w:p>
    <w:p w:rsidR="00A15F8E" w:rsidRDefault="00A15F8E" w:rsidP="00DE37D5">
      <w:pPr>
        <w:autoSpaceDE w:val="0"/>
        <w:autoSpaceDN w:val="0"/>
        <w:adjustRightInd w:val="0"/>
        <w:spacing w:line="360" w:lineRule="auto"/>
        <w:ind w:firstLine="697"/>
        <w:jc w:val="both"/>
        <w:rPr>
          <w:szCs w:val="28"/>
        </w:rPr>
      </w:pPr>
      <w:r>
        <w:rPr>
          <w:szCs w:val="28"/>
        </w:rPr>
        <w:t>Признать пункт 2 статьи 1 Закона Ульяновской области от 3 июня 2014 года № 87-ЗО «О внесении изменений в статью 2 Закона Ульяновской области                «О регулировании некоторых вопросов, связанных с осуществлением розничной продажи алкогольной продукции на территории Ульяновской области» («Ульяновская правда» от 09.06.2014 № 82-83) утратившим силу.</w:t>
      </w:r>
    </w:p>
    <w:p w:rsidR="00A15F8E" w:rsidRDefault="00A15F8E" w:rsidP="00DE37D5">
      <w:pPr>
        <w:autoSpaceDE w:val="0"/>
        <w:autoSpaceDN w:val="0"/>
        <w:adjustRightInd w:val="0"/>
        <w:ind w:firstLine="700"/>
        <w:jc w:val="both"/>
        <w:rPr>
          <w:szCs w:val="28"/>
        </w:rPr>
      </w:pPr>
    </w:p>
    <w:p w:rsidR="00A15F8E" w:rsidRDefault="00A15F8E" w:rsidP="00DE37D5">
      <w:pPr>
        <w:autoSpaceDE w:val="0"/>
        <w:autoSpaceDN w:val="0"/>
        <w:adjustRightInd w:val="0"/>
        <w:ind w:firstLine="700"/>
        <w:jc w:val="both"/>
        <w:rPr>
          <w:szCs w:val="28"/>
        </w:rPr>
      </w:pPr>
    </w:p>
    <w:p w:rsidR="00A15F8E" w:rsidRDefault="00A15F8E" w:rsidP="00DE37D5">
      <w:pPr>
        <w:autoSpaceDE w:val="0"/>
        <w:autoSpaceDN w:val="0"/>
        <w:adjustRightInd w:val="0"/>
        <w:ind w:firstLine="700"/>
        <w:jc w:val="both"/>
        <w:rPr>
          <w:szCs w:val="28"/>
        </w:rPr>
      </w:pPr>
    </w:p>
    <w:tbl>
      <w:tblPr>
        <w:tblW w:w="10048" w:type="dxa"/>
        <w:tblLook w:val="01E0"/>
      </w:tblPr>
      <w:tblGrid>
        <w:gridCol w:w="5008"/>
        <w:gridCol w:w="5040"/>
      </w:tblGrid>
      <w:tr w:rsidR="00A15F8E" w:rsidRPr="00716478" w:rsidTr="00F37735">
        <w:tc>
          <w:tcPr>
            <w:tcW w:w="5008" w:type="dxa"/>
          </w:tcPr>
          <w:p w:rsidR="00A15F8E" w:rsidRPr="00716478" w:rsidRDefault="00A15F8E" w:rsidP="00F37735">
            <w:r w:rsidRPr="00306FCB">
              <w:rPr>
                <w:b/>
              </w:rPr>
              <w:t>Губернатор Ульяновской области</w:t>
            </w:r>
            <w:r w:rsidRPr="00716478">
              <w:t xml:space="preserve"> </w:t>
            </w:r>
          </w:p>
        </w:tc>
        <w:tc>
          <w:tcPr>
            <w:tcW w:w="5040" w:type="dxa"/>
          </w:tcPr>
          <w:p w:rsidR="00A15F8E" w:rsidRPr="00306FCB" w:rsidRDefault="00A15F8E" w:rsidP="00F37735">
            <w:pPr>
              <w:jc w:val="right"/>
              <w:rPr>
                <w:b/>
              </w:rPr>
            </w:pPr>
            <w:r w:rsidRPr="00306FCB">
              <w:rPr>
                <w:b/>
              </w:rPr>
              <w:t>С.И.Морозов</w:t>
            </w:r>
          </w:p>
        </w:tc>
      </w:tr>
    </w:tbl>
    <w:p w:rsidR="00A15F8E" w:rsidRDefault="00A15F8E" w:rsidP="00DE37D5"/>
    <w:p w:rsidR="00A15F8E" w:rsidRDefault="00A15F8E" w:rsidP="00DE37D5"/>
    <w:p w:rsidR="00A15F8E" w:rsidRPr="00716478" w:rsidRDefault="00A15F8E" w:rsidP="00DE37D5">
      <w:pPr>
        <w:jc w:val="center"/>
      </w:pPr>
      <w:r w:rsidRPr="00716478">
        <w:t>г. Ульяновск</w:t>
      </w:r>
    </w:p>
    <w:p w:rsidR="00A15F8E" w:rsidRPr="00716478" w:rsidRDefault="00A15F8E" w:rsidP="00DE37D5">
      <w:pPr>
        <w:jc w:val="center"/>
      </w:pPr>
      <w:r>
        <w:t>25 января</w:t>
      </w:r>
      <w:r w:rsidRPr="00716478">
        <w:t xml:space="preserve"> </w:t>
      </w:r>
      <w:smartTag w:uri="urn:schemas-microsoft-com:office:smarttags" w:element="metricconverter">
        <w:smartTagPr>
          <w:attr w:name="ProductID" w:val="2018 г"/>
        </w:smartTagPr>
        <w:r w:rsidRPr="00716478">
          <w:t>201</w:t>
        </w:r>
        <w:r>
          <w:t>8</w:t>
        </w:r>
        <w:r w:rsidRPr="00716478">
          <w:t xml:space="preserve"> г</w:t>
        </w:r>
      </w:smartTag>
      <w:r w:rsidRPr="00716478">
        <w:t>.</w:t>
      </w:r>
    </w:p>
    <w:p w:rsidR="00A15F8E" w:rsidRPr="00716478" w:rsidRDefault="00A15F8E" w:rsidP="00DE37D5">
      <w:pPr>
        <w:jc w:val="center"/>
      </w:pPr>
      <w:r>
        <w:t>№ 01</w:t>
      </w:r>
      <w:r w:rsidRPr="00716478">
        <w:t>-ЗО</w:t>
      </w:r>
    </w:p>
    <w:p w:rsidR="00A15F8E" w:rsidRDefault="00A15F8E" w:rsidP="00DE37D5">
      <w:pPr>
        <w:jc w:val="both"/>
      </w:pPr>
    </w:p>
    <w:p w:rsidR="00A15F8E" w:rsidRDefault="00A15F8E" w:rsidP="00DE37D5">
      <w:pPr>
        <w:ind w:firstLine="709"/>
        <w:jc w:val="both"/>
        <w:rPr>
          <w:szCs w:val="28"/>
        </w:rPr>
      </w:pPr>
    </w:p>
    <w:p w:rsidR="00A15F8E" w:rsidRDefault="00A15F8E"/>
    <w:sectPr w:rsidR="00A15F8E" w:rsidSect="005E5C4A">
      <w:headerReference w:type="default" r:id="rId6"/>
      <w:pgSz w:w="11906" w:h="16838"/>
      <w:pgMar w:top="1134" w:right="567" w:bottom="1140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5F8E" w:rsidRDefault="00A15F8E" w:rsidP="005E5C4A">
      <w:r>
        <w:separator/>
      </w:r>
    </w:p>
  </w:endnote>
  <w:endnote w:type="continuationSeparator" w:id="0">
    <w:p w:rsidR="00A15F8E" w:rsidRDefault="00A15F8E" w:rsidP="005E5C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5F8E" w:rsidRDefault="00A15F8E" w:rsidP="005E5C4A">
      <w:r>
        <w:separator/>
      </w:r>
    </w:p>
  </w:footnote>
  <w:footnote w:type="continuationSeparator" w:id="0">
    <w:p w:rsidR="00A15F8E" w:rsidRDefault="00A15F8E" w:rsidP="005E5C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F8E" w:rsidRDefault="00A15F8E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A15F8E" w:rsidRDefault="00A15F8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37D5"/>
    <w:rsid w:val="00021878"/>
    <w:rsid w:val="000B438B"/>
    <w:rsid w:val="001E7348"/>
    <w:rsid w:val="00306FCB"/>
    <w:rsid w:val="00332C35"/>
    <w:rsid w:val="00393CDF"/>
    <w:rsid w:val="003E0CDD"/>
    <w:rsid w:val="004357B4"/>
    <w:rsid w:val="00586C84"/>
    <w:rsid w:val="005C3787"/>
    <w:rsid w:val="005E5C4A"/>
    <w:rsid w:val="005F63CF"/>
    <w:rsid w:val="006E6BC3"/>
    <w:rsid w:val="00716478"/>
    <w:rsid w:val="0088378B"/>
    <w:rsid w:val="0091308E"/>
    <w:rsid w:val="009548F0"/>
    <w:rsid w:val="00A15F8E"/>
    <w:rsid w:val="00DE37D5"/>
    <w:rsid w:val="00DF298C"/>
    <w:rsid w:val="00F37735"/>
    <w:rsid w:val="00F424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37D5"/>
    <w:rPr>
      <w:rFonts w:ascii="Times New Roman" w:eastAsia="Times New Roman" w:hAnsi="Times New Roman"/>
      <w:sz w:val="28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E5C4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E5C4A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5E5C4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E5C4A"/>
    <w:rPr>
      <w:rFonts w:ascii="Times New Roman" w:hAnsi="Times New Roman" w:cs="Times New Roman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F37735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209</Words>
  <Characters>1195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УЛЬЯНОВСКОЙ ОБЛАСТИ</dc:title>
  <dc:subject/>
  <dc:creator>Пользователь</dc:creator>
  <cp:keywords/>
  <dc:description/>
  <cp:lastModifiedBy>Пользователь</cp:lastModifiedBy>
  <cp:revision>2</cp:revision>
  <cp:lastPrinted>2017-12-26T11:31:00Z</cp:lastPrinted>
  <dcterms:created xsi:type="dcterms:W3CDTF">2018-01-30T12:17:00Z</dcterms:created>
  <dcterms:modified xsi:type="dcterms:W3CDTF">2018-01-30T12:17:00Z</dcterms:modified>
</cp:coreProperties>
</file>